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F173AD9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83195C">
        <w:rPr>
          <w:lang w:eastAsia="cs-CZ"/>
        </w:rPr>
        <w:t>18140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4506CAEE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>komodit IT pro resort MD ČR – 1</w:t>
      </w:r>
      <w:r w:rsidR="003B04CB">
        <w:rPr>
          <w:rFonts w:eastAsia="Times New Roman" w:cs="Times New Roman"/>
          <w:b/>
          <w:lang w:eastAsia="cs-CZ"/>
        </w:rPr>
        <w:t>6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83195C">
        <w:rPr>
          <w:rFonts w:eastAsia="Times New Roman" w:cs="Times New Roman"/>
          <w:lang w:eastAsia="cs-CZ"/>
        </w:rPr>
        <w:t>18140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191E5" w14:textId="77777777" w:rsidR="00F071DC" w:rsidRDefault="00F071DC" w:rsidP="00962258">
      <w:pPr>
        <w:spacing w:after="0" w:line="240" w:lineRule="auto"/>
      </w:pPr>
      <w:r>
        <w:separator/>
      </w:r>
    </w:p>
  </w:endnote>
  <w:endnote w:type="continuationSeparator" w:id="0">
    <w:p w14:paraId="36E42140" w14:textId="77777777" w:rsidR="00F071DC" w:rsidRDefault="00F071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9BA4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054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4CE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192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54FD1" w14:textId="77777777" w:rsidR="00F071DC" w:rsidRDefault="00F071DC" w:rsidP="00962258">
      <w:pPr>
        <w:spacing w:after="0" w:line="240" w:lineRule="auto"/>
      </w:pPr>
      <w:r>
        <w:separator/>
      </w:r>
    </w:p>
  </w:footnote>
  <w:footnote w:type="continuationSeparator" w:id="0">
    <w:p w14:paraId="790844C4" w14:textId="77777777" w:rsidR="00F071DC" w:rsidRDefault="00F071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31460"/>
    <w:rsid w:val="00040D8F"/>
    <w:rsid w:val="00072C1E"/>
    <w:rsid w:val="000B2965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3107D"/>
    <w:rsid w:val="001B26D6"/>
    <w:rsid w:val="00237D85"/>
    <w:rsid w:val="00403F0C"/>
    <w:rsid w:val="00451C58"/>
    <w:rsid w:val="004F7E9F"/>
    <w:rsid w:val="0057685E"/>
    <w:rsid w:val="00766425"/>
    <w:rsid w:val="00A44C17"/>
    <w:rsid w:val="00D834C6"/>
    <w:rsid w:val="00D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22C519-196A-4BA2-A202-FD720474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14</cp:revision>
  <cp:lastPrinted>2022-03-17T13:13:00Z</cp:lastPrinted>
  <dcterms:created xsi:type="dcterms:W3CDTF">2022-02-11T10:59:00Z</dcterms:created>
  <dcterms:modified xsi:type="dcterms:W3CDTF">2022-03-17T13:13:00Z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